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DE3A2F" w:rsidRDefault="00CD1996" w:rsidP="00CD1996">
      <w:pPr>
        <w:tabs>
          <w:tab w:val="left" w:pos="0"/>
        </w:tabs>
        <w:spacing w:line="360" w:lineRule="auto"/>
        <w:jc w:val="center"/>
        <w:rPr>
          <w:rFonts w:ascii="Times New Roman" w:hAnsi="Times New Roman"/>
          <w:lang w:val="ru-RU"/>
        </w:rPr>
      </w:pPr>
      <w:r w:rsidRPr="00DE3A2F">
        <w:rPr>
          <w:rFonts w:ascii="Times New Roman" w:hAnsi="Times New Roman"/>
          <w:b/>
          <w:bCs/>
          <w:lang w:val="bg-BG"/>
        </w:rPr>
        <w:t>“</w:t>
      </w:r>
      <w:proofErr w:type="spellStart"/>
      <w:r w:rsidR="00DE3A2F" w:rsidRPr="00DE3A2F">
        <w:rPr>
          <w:rFonts w:ascii="Times New Roman" w:hAnsi="Times New Roman"/>
          <w:b/>
          <w:color w:val="000000"/>
        </w:rPr>
        <w:t>Ремонт</w:t>
      </w:r>
      <w:proofErr w:type="spellEnd"/>
      <w:r w:rsidR="00DE3A2F" w:rsidRPr="00DE3A2F">
        <w:rPr>
          <w:rFonts w:ascii="Times New Roman" w:hAnsi="Times New Roman"/>
          <w:b/>
          <w:color w:val="000000"/>
        </w:rPr>
        <w:t xml:space="preserve"> на </w:t>
      </w:r>
      <w:proofErr w:type="spellStart"/>
      <w:r w:rsidR="00DE3A2F" w:rsidRPr="00DE3A2F">
        <w:rPr>
          <w:rFonts w:ascii="Times New Roman" w:hAnsi="Times New Roman"/>
          <w:b/>
          <w:color w:val="000000"/>
        </w:rPr>
        <w:t>помещения</w:t>
      </w:r>
      <w:proofErr w:type="spellEnd"/>
      <w:r w:rsidR="00DE3A2F" w:rsidRPr="00DE3A2F">
        <w:rPr>
          <w:rFonts w:ascii="Times New Roman" w:hAnsi="Times New Roman"/>
          <w:b/>
          <w:color w:val="000000"/>
        </w:rPr>
        <w:t xml:space="preserve"> </w:t>
      </w:r>
      <w:proofErr w:type="spellStart"/>
      <w:r w:rsidR="00DE3A2F" w:rsidRPr="00DE3A2F">
        <w:rPr>
          <w:rFonts w:ascii="Times New Roman" w:hAnsi="Times New Roman"/>
          <w:b/>
          <w:color w:val="000000"/>
        </w:rPr>
        <w:t>от</w:t>
      </w:r>
      <w:proofErr w:type="spellEnd"/>
      <w:r w:rsidR="00DE3A2F" w:rsidRPr="00DE3A2F">
        <w:rPr>
          <w:rFonts w:ascii="Times New Roman" w:hAnsi="Times New Roman"/>
          <w:b/>
          <w:color w:val="000000"/>
        </w:rPr>
        <w:t xml:space="preserve"> КЗ на ХОГ</w:t>
      </w:r>
      <w:r w:rsidRPr="00DE3A2F">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8E52B0" w:rsidRPr="00587E23"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587E23">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587E23">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w:t>
      </w:r>
      <w:r w:rsidR="00102747">
        <w:rPr>
          <w:rFonts w:ascii="Times New Roman" w:hAnsi="Times New Roman"/>
          <w:lang w:val="bg-BG"/>
        </w:rPr>
        <w:t>лно да представляват Участника.</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587E23"/>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2747"/>
    <w:rsid w:val="00122A77"/>
    <w:rsid w:val="001413E5"/>
    <w:rsid w:val="00142257"/>
    <w:rsid w:val="00156424"/>
    <w:rsid w:val="00157F73"/>
    <w:rsid w:val="00165008"/>
    <w:rsid w:val="00183ECA"/>
    <w:rsid w:val="00185976"/>
    <w:rsid w:val="00192CBD"/>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A6C8B"/>
    <w:rsid w:val="002B4282"/>
    <w:rsid w:val="002C15CD"/>
    <w:rsid w:val="002E01BB"/>
    <w:rsid w:val="002F0875"/>
    <w:rsid w:val="003074E9"/>
    <w:rsid w:val="003208E5"/>
    <w:rsid w:val="00320D80"/>
    <w:rsid w:val="003348A6"/>
    <w:rsid w:val="0033700E"/>
    <w:rsid w:val="003472FE"/>
    <w:rsid w:val="00347669"/>
    <w:rsid w:val="00357476"/>
    <w:rsid w:val="00360DD0"/>
    <w:rsid w:val="0036462C"/>
    <w:rsid w:val="0037325C"/>
    <w:rsid w:val="003737AF"/>
    <w:rsid w:val="00377F12"/>
    <w:rsid w:val="00381354"/>
    <w:rsid w:val="00382729"/>
    <w:rsid w:val="0038435D"/>
    <w:rsid w:val="003918C0"/>
    <w:rsid w:val="00397B1F"/>
    <w:rsid w:val="003A70F5"/>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B69"/>
    <w:rsid w:val="00500178"/>
    <w:rsid w:val="00503F8F"/>
    <w:rsid w:val="00512828"/>
    <w:rsid w:val="00524911"/>
    <w:rsid w:val="0053264A"/>
    <w:rsid w:val="00532D1C"/>
    <w:rsid w:val="00533BED"/>
    <w:rsid w:val="00537F04"/>
    <w:rsid w:val="00537F35"/>
    <w:rsid w:val="00545C78"/>
    <w:rsid w:val="00571D73"/>
    <w:rsid w:val="005768D7"/>
    <w:rsid w:val="00587E23"/>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81001"/>
    <w:rsid w:val="0069381E"/>
    <w:rsid w:val="00697277"/>
    <w:rsid w:val="006A00AF"/>
    <w:rsid w:val="006B4390"/>
    <w:rsid w:val="006B6E03"/>
    <w:rsid w:val="00705D66"/>
    <w:rsid w:val="007150AA"/>
    <w:rsid w:val="00720A94"/>
    <w:rsid w:val="00721424"/>
    <w:rsid w:val="00762855"/>
    <w:rsid w:val="007827C7"/>
    <w:rsid w:val="00783A16"/>
    <w:rsid w:val="00793020"/>
    <w:rsid w:val="00797933"/>
    <w:rsid w:val="00797C1D"/>
    <w:rsid w:val="007B1128"/>
    <w:rsid w:val="007D7C76"/>
    <w:rsid w:val="007E2867"/>
    <w:rsid w:val="007E6B52"/>
    <w:rsid w:val="00803EB6"/>
    <w:rsid w:val="00807B85"/>
    <w:rsid w:val="0081122D"/>
    <w:rsid w:val="0081734A"/>
    <w:rsid w:val="0082063C"/>
    <w:rsid w:val="00821E7C"/>
    <w:rsid w:val="008223D7"/>
    <w:rsid w:val="00824918"/>
    <w:rsid w:val="0082753C"/>
    <w:rsid w:val="008408ED"/>
    <w:rsid w:val="0085020F"/>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66B27"/>
    <w:rsid w:val="00974E15"/>
    <w:rsid w:val="00992E04"/>
    <w:rsid w:val="009A2601"/>
    <w:rsid w:val="009B57D4"/>
    <w:rsid w:val="009D3AC1"/>
    <w:rsid w:val="009E2C1C"/>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04E00"/>
    <w:rsid w:val="00B163FE"/>
    <w:rsid w:val="00B20A9C"/>
    <w:rsid w:val="00B55018"/>
    <w:rsid w:val="00B67FDD"/>
    <w:rsid w:val="00B77391"/>
    <w:rsid w:val="00BA6027"/>
    <w:rsid w:val="00BA73FB"/>
    <w:rsid w:val="00BB1E99"/>
    <w:rsid w:val="00BD7D4C"/>
    <w:rsid w:val="00BE3F0D"/>
    <w:rsid w:val="00BE7C40"/>
    <w:rsid w:val="00BF5261"/>
    <w:rsid w:val="00C12228"/>
    <w:rsid w:val="00C36DE8"/>
    <w:rsid w:val="00C451A3"/>
    <w:rsid w:val="00C5699C"/>
    <w:rsid w:val="00C6515D"/>
    <w:rsid w:val="00C675AC"/>
    <w:rsid w:val="00C90D29"/>
    <w:rsid w:val="00CA233C"/>
    <w:rsid w:val="00CC07A5"/>
    <w:rsid w:val="00CD03F6"/>
    <w:rsid w:val="00CD1996"/>
    <w:rsid w:val="00CD5D93"/>
    <w:rsid w:val="00CE218E"/>
    <w:rsid w:val="00CF214A"/>
    <w:rsid w:val="00D02EEE"/>
    <w:rsid w:val="00D04F85"/>
    <w:rsid w:val="00D06162"/>
    <w:rsid w:val="00D435B8"/>
    <w:rsid w:val="00D7029B"/>
    <w:rsid w:val="00D8373C"/>
    <w:rsid w:val="00D94A25"/>
    <w:rsid w:val="00DA4E06"/>
    <w:rsid w:val="00DA7D11"/>
    <w:rsid w:val="00DC0D4F"/>
    <w:rsid w:val="00DC2DD8"/>
    <w:rsid w:val="00DC7DC3"/>
    <w:rsid w:val="00DD01AD"/>
    <w:rsid w:val="00DD4A22"/>
    <w:rsid w:val="00DE3A2F"/>
    <w:rsid w:val="00DF4011"/>
    <w:rsid w:val="00DF599C"/>
    <w:rsid w:val="00E069A0"/>
    <w:rsid w:val="00E16230"/>
    <w:rsid w:val="00E2642D"/>
    <w:rsid w:val="00E3723B"/>
    <w:rsid w:val="00E401E3"/>
    <w:rsid w:val="00E44C26"/>
    <w:rsid w:val="00E56401"/>
    <w:rsid w:val="00E74563"/>
    <w:rsid w:val="00E749F0"/>
    <w:rsid w:val="00E81B75"/>
    <w:rsid w:val="00EA1AF8"/>
    <w:rsid w:val="00EB534E"/>
    <w:rsid w:val="00EB62F5"/>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egolemanov\&#1044;&#1086;&#1082;&#1091;&#1084;&#1077;&#1085;&#1090;&#1072;&#1094;&#1080;&#1103;\&#1055;&#1091;&#1073;&#1083;&#1080;&#1095;&#1085;&#1086;%20&#1089;&#1098;&#1089;&#1090;&#1077;&#1079;&#1072;&#1085;&#1080;&#1077;\&#1057;&#1052;&#1056;-&#1055;&#1086;&#1076;&#1084;&#1103;&#1085;&#1072;%20&#1085;&#1072;%20&#1091;&#1095;&#1072;&#1089;&#1090;&#1098;&#1082;%20&#1086;&#1090;%20&#1090;&#1088;&#1098;&#1073;&#1086;&#1087;&#1088;&#1086;&#1074;&#1086;&#1076;%20VB%20&#1086;&#1090;%20CK%20&#1082;&#1098;&#1084;%20&#1062;&#1055;&#1057;%20&#1089;%20&#1076;&#1098;&#1083;&#1078;&#1080;&#1085;&#1072;%20216%20&#1084;\&#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ППЗОП.dotx</Template>
  <TotalTime>17</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aegolemanov</dc:creator>
  <cp:lastModifiedBy>lvlazarova</cp:lastModifiedBy>
  <cp:revision>14</cp:revision>
  <cp:lastPrinted>2016-08-23T05:32:00Z</cp:lastPrinted>
  <dcterms:created xsi:type="dcterms:W3CDTF">2016-11-25T10:02:00Z</dcterms:created>
  <dcterms:modified xsi:type="dcterms:W3CDTF">2019-10-07T06:52:00Z</dcterms:modified>
</cp:coreProperties>
</file>